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4B227B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Summers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081301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4B227B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4B227B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74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4B227B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104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4B227B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74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4B227B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71.2%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73.0%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27.0%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4B227B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93.2%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4B227B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2.7%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4B227B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4.1%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4B227B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4B227B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4B227B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95.9%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4B227B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1.4%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4B227B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4B227B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4B227B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4B227B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2.7%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4B227B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98.6%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24.3%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4B227B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21.6%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25.7%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2.7%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21.6%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4B227B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4.1%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2.7%</w:t>
            </w:r>
          </w:p>
        </w:tc>
        <w:tc>
          <w:tcPr>
            <w:tcW w:w="912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12.2%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43.2%</w:t>
            </w:r>
          </w:p>
        </w:tc>
        <w:tc>
          <w:tcPr>
            <w:tcW w:w="912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47.3%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18.9%</w:t>
            </w:r>
          </w:p>
        </w:tc>
        <w:tc>
          <w:tcPr>
            <w:tcW w:w="912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14.9%</w:t>
            </w:r>
          </w:p>
        </w:tc>
        <w:tc>
          <w:tcPr>
            <w:tcW w:w="912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14.9%</w:t>
            </w:r>
          </w:p>
        </w:tc>
        <w:tc>
          <w:tcPr>
            <w:tcW w:w="912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8.1%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5.4%</w:t>
            </w:r>
          </w:p>
        </w:tc>
        <w:tc>
          <w:tcPr>
            <w:tcW w:w="912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2.7%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2.7%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B227B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4B227B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68.9%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4B227B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10.8%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4B227B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6.8%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4B227B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4B227B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4B227B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4B227B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10.8%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4B227B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4B227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97.3%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4B227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1.4%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4B227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1.4%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4B227B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71.6%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4B227B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4B227B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4B227B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4B227B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1.4%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4B227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4B227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4B227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29.7%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4B227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59.5%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4B227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6.8%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1440" w:type="dxa"/>
          </w:tcPr>
          <w:p w:rsidR="00ED0933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2.7%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4B227B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440" w:type="dxa"/>
          </w:tcPr>
          <w:p w:rsidR="009B797D" w:rsidRPr="00797E2A" w:rsidRDefault="004B227B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13.5%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4B227B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1440" w:type="dxa"/>
          </w:tcPr>
          <w:p w:rsidR="008B42CE" w:rsidRPr="00797E2A" w:rsidRDefault="004B227B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8.1%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4B227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43.2%</w:t>
            </w:r>
          </w:p>
        </w:tc>
        <w:tc>
          <w:tcPr>
            <w:tcW w:w="1440" w:type="dxa"/>
          </w:tcPr>
          <w:p w:rsidR="008B42CE" w:rsidRPr="00797E2A" w:rsidRDefault="004B227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54.1%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41.9%</w:t>
            </w:r>
          </w:p>
        </w:tc>
        <w:tc>
          <w:tcPr>
            <w:tcW w:w="1440" w:type="dxa"/>
          </w:tcPr>
          <w:p w:rsidR="00ED0933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21.6%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18.9%</w:t>
            </w:r>
          </w:p>
        </w:tc>
        <w:tc>
          <w:tcPr>
            <w:tcW w:w="889" w:type="pct"/>
          </w:tcPr>
          <w:p w:rsidR="004206F3" w:rsidRPr="000B28B6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81.1%</w:t>
            </w:r>
          </w:p>
        </w:tc>
        <w:tc>
          <w:tcPr>
            <w:tcW w:w="1011" w:type="pct"/>
          </w:tcPr>
          <w:p w:rsidR="004206F3" w:rsidRPr="000B28B6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24.3%</w:t>
            </w:r>
          </w:p>
        </w:tc>
        <w:tc>
          <w:tcPr>
            <w:tcW w:w="889" w:type="pct"/>
          </w:tcPr>
          <w:p w:rsidR="004206F3" w:rsidRPr="000B28B6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74.3%</w:t>
            </w:r>
          </w:p>
        </w:tc>
        <w:tc>
          <w:tcPr>
            <w:tcW w:w="1011" w:type="pct"/>
          </w:tcPr>
          <w:p w:rsidR="004206F3" w:rsidRPr="000B28B6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1.4%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66.2%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31.1%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2.7%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24.3%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35.1%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40.5%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39.2%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35.1%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24.3%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17.6%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6.8%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2.7%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4.1%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2.7%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6.8%</w:t>
            </w:r>
          </w:p>
        </w:tc>
        <w:tc>
          <w:tcPr>
            <w:tcW w:w="2250" w:type="dxa"/>
            <w:noWrap/>
          </w:tcPr>
          <w:p w:rsidR="004206F3" w:rsidRPr="00797E2A" w:rsidRDefault="004B227B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6.8%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2.7%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20.3%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18.9%</w:t>
            </w:r>
          </w:p>
        </w:tc>
        <w:tc>
          <w:tcPr>
            <w:tcW w:w="1370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29.7%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18.9%</w:t>
            </w:r>
          </w:p>
        </w:tc>
        <w:tc>
          <w:tcPr>
            <w:tcW w:w="1370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27.0%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18.9%</w:t>
            </w:r>
          </w:p>
        </w:tc>
        <w:tc>
          <w:tcPr>
            <w:tcW w:w="1370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10.8%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1370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5.4%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10.8%</w:t>
            </w:r>
          </w:p>
        </w:tc>
        <w:tc>
          <w:tcPr>
            <w:tcW w:w="1370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1.4%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6.8%</w:t>
            </w:r>
          </w:p>
        </w:tc>
        <w:tc>
          <w:tcPr>
            <w:tcW w:w="1370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2.7%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1370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2.7%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33.8%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2.7%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33.8%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2.7%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35.1%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13.5%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13.5%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29.7%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33.8%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20.3%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29.7%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20.3%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20.3%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24.3%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10.8%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13.5%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29.7%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23.0%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18.9%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33.8%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23.0%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2.7%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60.8%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16.2%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14.9%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6.8%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39.2%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20.3%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6.8%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B227B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1.4%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16.2%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18.9%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14.9%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17.6%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23.0%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10.8%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14.9%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10.8%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18.9%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24.3%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20.3%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14.9%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12.2%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14.9%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18.9%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1.4%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4.1%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12.2%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8.1%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2.7%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1.4%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2.7%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2.7%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5.4%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2.7%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2.7%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B227B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2.7%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14.9%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24.3%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24.3%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5.4%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23.0%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37.8%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5.4%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5.4%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33.8%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35.1%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8.1%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5.4%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24.3%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24.3%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40.5%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5.4%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16.2%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40.5%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37.8%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2.7%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37.8%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44.6%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5.4%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16.2%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29.7%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45.9%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5.4%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12.2%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23.0%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55.4%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23.0%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36.5%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24.3%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6.8%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13.5%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35.1%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43.2%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13.5%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48.6%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14.9%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70.3%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10.8%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14.9%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31.1%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29.7%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2.7%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13.5%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12.2%</w:t>
            </w:r>
          </w:p>
        </w:tc>
        <w:tc>
          <w:tcPr>
            <w:tcW w:w="126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99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44.6%</w:t>
            </w:r>
          </w:p>
        </w:tc>
        <w:tc>
          <w:tcPr>
            <w:tcW w:w="1435" w:type="dxa"/>
            <w:noWrap/>
          </w:tcPr>
          <w:p w:rsidR="00364F87" w:rsidRPr="00797E2A" w:rsidRDefault="004B227B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4.1%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32.4%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45.9%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31.1%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59.5%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74.3%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70.3%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31.1%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45.9%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63.5%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60.8%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54.1%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58.1%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12.2%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4B227B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4.1%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27B" w:rsidRDefault="004B227B" w:rsidP="0035328A">
      <w:pPr>
        <w:spacing w:after="0" w:line="240" w:lineRule="auto"/>
      </w:pPr>
      <w:r>
        <w:separator/>
      </w:r>
    </w:p>
  </w:endnote>
  <w:endnote w:type="continuationSeparator" w:id="0">
    <w:p w:rsidR="004B227B" w:rsidRDefault="004B227B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4B227B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27B" w:rsidRDefault="004B227B" w:rsidP="0035328A">
      <w:pPr>
        <w:spacing w:after="0" w:line="240" w:lineRule="auto"/>
      </w:pPr>
      <w:r>
        <w:separator/>
      </w:r>
    </w:p>
  </w:footnote>
  <w:footnote w:type="continuationSeparator" w:id="0">
    <w:p w:rsidR="004B227B" w:rsidRDefault="004B227B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7B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227B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7B6D0029-4F86-4345-AC1D-1B62F446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17D2C-E49C-47D2-AFFD-52EC3809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